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C141" w14:textId="782163FE" w:rsidR="00701386" w:rsidRDefault="00701386" w:rsidP="004C7D07">
      <w:r w:rsidRPr="00701386">
        <w:rPr>
          <w:noProof/>
        </w:rPr>
        <w:drawing>
          <wp:inline distT="0" distB="0" distL="0" distR="0" wp14:anchorId="27B7786E" wp14:editId="16593A61">
            <wp:extent cx="7235825" cy="62820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54793DC1" w:rsidR="004C7D07" w:rsidRDefault="004C7D07" w:rsidP="004C7D07">
      <w:r>
        <w:lastRenderedPageBreak/>
        <w:t xml:space="preserve">THEORETICAL MASS FOR </w:t>
      </w:r>
      <w:r w:rsidR="0068220B">
        <w:t>[</w:t>
      </w:r>
      <w:r w:rsidR="0099779E">
        <w:t>M-</w:t>
      </w:r>
      <w:r w:rsidR="0068220B">
        <w:t>H</w:t>
      </w:r>
      <w:r>
        <w:t>]</w:t>
      </w:r>
      <w:r w:rsidR="0099779E">
        <w:t>-</w:t>
      </w:r>
      <w:r>
        <w:t xml:space="preserve"> = </w:t>
      </w:r>
      <w:r w:rsidR="00D52B8C">
        <w:t>211.0434</w:t>
      </w:r>
    </w:p>
    <w:p w14:paraId="06DB471A" w14:textId="78EE4F4F" w:rsidR="00491A83" w:rsidRDefault="001613F4" w:rsidP="004C7D07">
      <w:r>
        <w:t xml:space="preserve">FOUND MASS: </w:t>
      </w:r>
      <w:r w:rsidR="00D52B8C">
        <w:t>211.0428</w:t>
      </w:r>
    </w:p>
    <w:p w14:paraId="463A3B9B" w14:textId="18390EFC" w:rsidR="001613F4" w:rsidRDefault="001613F4" w:rsidP="004C7D07">
      <w:r>
        <w:t xml:space="preserve">ERROR (PPM): </w:t>
      </w:r>
      <w:r w:rsidR="0099779E">
        <w:t>-</w:t>
      </w:r>
      <w:r w:rsidR="00D52B8C">
        <w:t>3.02</w:t>
      </w:r>
    </w:p>
    <w:p w14:paraId="45AEDB86" w14:textId="79B7FC28" w:rsidR="001613F4" w:rsidRDefault="001613F4" w:rsidP="004C7D07"/>
    <w:sectPr w:rsidR="001613F4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00"/>
    <w:rsid w:val="00044EB7"/>
    <w:rsid w:val="000E3EC1"/>
    <w:rsid w:val="001613F4"/>
    <w:rsid w:val="001669F2"/>
    <w:rsid w:val="001C3256"/>
    <w:rsid w:val="0023096B"/>
    <w:rsid w:val="00275E2A"/>
    <w:rsid w:val="003362A6"/>
    <w:rsid w:val="0037624E"/>
    <w:rsid w:val="003B0136"/>
    <w:rsid w:val="003C3A80"/>
    <w:rsid w:val="003E6E4E"/>
    <w:rsid w:val="00491A83"/>
    <w:rsid w:val="004B040E"/>
    <w:rsid w:val="004C2A0A"/>
    <w:rsid w:val="004C7D07"/>
    <w:rsid w:val="00525E2E"/>
    <w:rsid w:val="00595483"/>
    <w:rsid w:val="00626E7A"/>
    <w:rsid w:val="0068220B"/>
    <w:rsid w:val="006F3498"/>
    <w:rsid w:val="00701386"/>
    <w:rsid w:val="00753095"/>
    <w:rsid w:val="007B2309"/>
    <w:rsid w:val="007F234C"/>
    <w:rsid w:val="007F7CF9"/>
    <w:rsid w:val="00863BE8"/>
    <w:rsid w:val="00947D01"/>
    <w:rsid w:val="0099779E"/>
    <w:rsid w:val="009B396F"/>
    <w:rsid w:val="00A06372"/>
    <w:rsid w:val="00AA367B"/>
    <w:rsid w:val="00AF6F1D"/>
    <w:rsid w:val="00B14461"/>
    <w:rsid w:val="00B22530"/>
    <w:rsid w:val="00B25400"/>
    <w:rsid w:val="00D52B8C"/>
    <w:rsid w:val="00DA3507"/>
    <w:rsid w:val="00DC1254"/>
    <w:rsid w:val="00DF6EA1"/>
    <w:rsid w:val="00E126C3"/>
    <w:rsid w:val="00E15B2B"/>
    <w:rsid w:val="00E751C4"/>
    <w:rsid w:val="00EC1F81"/>
    <w:rsid w:val="00F37F00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3</cp:revision>
  <dcterms:created xsi:type="dcterms:W3CDTF">2023-04-20T14:47:00Z</dcterms:created>
  <dcterms:modified xsi:type="dcterms:W3CDTF">2023-04-20T14:48:00Z</dcterms:modified>
</cp:coreProperties>
</file>